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C8" w:rsidRDefault="00A53AC8">
      <w:pPr>
        <w:spacing w:line="20" w:lineRule="exact"/>
        <w:rPr>
          <w:rFonts w:ascii="?l?r ??fc" w:cs="Times New Roman"/>
          <w:snapToGrid w:val="0"/>
        </w:rPr>
      </w:pPr>
    </w:p>
    <w:tbl>
      <w:tblPr>
        <w:tblpPr w:leftFromText="142" w:rightFromText="142" w:vertAnchor="page" w:horzAnchor="margin" w:tblpY="12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840"/>
        <w:gridCol w:w="1470"/>
        <w:gridCol w:w="1680"/>
        <w:gridCol w:w="1890"/>
        <w:gridCol w:w="1470"/>
        <w:gridCol w:w="1659"/>
      </w:tblGrid>
      <w:tr w:rsidR="00A53AC8" w:rsidTr="00A53AC8">
        <w:trPr>
          <w:cantSplit/>
          <w:trHeight w:hRule="exact" w:val="10077"/>
        </w:trPr>
        <w:tc>
          <w:tcPr>
            <w:tcW w:w="9639" w:type="dxa"/>
            <w:gridSpan w:val="7"/>
            <w:tcBorders>
              <w:bottom w:val="nil"/>
            </w:tcBorders>
            <w:vAlign w:val="center"/>
          </w:tcPr>
          <w:p w:rsidR="00A53AC8" w:rsidRDefault="00A53AC8" w:rsidP="00A53AC8">
            <w:pPr>
              <w:ind w:left="100" w:right="10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修学資金返還計画変更承認申請書</w:t>
            </w:r>
          </w:p>
          <w:p w:rsidR="00A53AC8" w:rsidRDefault="00A53AC8" w:rsidP="00A53AC8">
            <w:pPr>
              <w:ind w:left="105" w:right="105"/>
              <w:jc w:val="center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A53AC8" w:rsidRDefault="00A53AC8" w:rsidP="00A53AC8">
            <w:pPr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smartTag w:uri="schemas-MSNCTYST-com/MSNCTYST" w:element="MSNCTYST">
              <w:smartTagPr>
                <w:attr w:name="AddressList" w:val="05:秋田県鹿角市;"/>
                <w:attr w:name="Address" w:val="鹿角市"/>
              </w:smartTagPr>
              <w:r>
                <w:rPr>
                  <w:rFonts w:hint="eastAsia"/>
                  <w:snapToGrid w:val="0"/>
                </w:rPr>
                <w:t>鹿角市</w:t>
              </w:r>
            </w:smartTag>
            <w:r>
              <w:rPr>
                <w:rFonts w:hint="eastAsia"/>
                <w:snapToGrid w:val="0"/>
              </w:rPr>
              <w:t>長　様</w:t>
            </w:r>
          </w:p>
          <w:p w:rsidR="00A53AC8" w:rsidRDefault="00A53AC8" w:rsidP="00A53AC8">
            <w:pPr>
              <w:ind w:left="105" w:right="105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5" w:right="105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      　　　　</w:t>
            </w: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被貸与者　　　　　　　　　　　　　　　　　　　</w:t>
            </w: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</w:t>
            </w: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印　</w:t>
            </w: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連帯保証人　　　　　　　　　　　　　　　　　　</w:t>
            </w: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　　　　　　　　　　　　　　　　　　　　</w:t>
            </w: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0" w:right="10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　　　　　　　　　　　　　　　　　　印　</w:t>
            </w:r>
          </w:p>
          <w:p w:rsidR="00A53AC8" w:rsidRDefault="00A53AC8" w:rsidP="00A53AC8">
            <w:pPr>
              <w:spacing w:line="360" w:lineRule="auto"/>
              <w:ind w:left="105" w:right="105"/>
              <w:jc w:val="right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spacing w:line="4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修学資金の返還債務の履行の計画を変更したいので、鹿角市医師修学資金貸</w:t>
            </w:r>
            <w:r w:rsidRPr="009B6F4D">
              <w:rPr>
                <w:rFonts w:hint="eastAsia"/>
                <w:snapToGrid w:val="0"/>
              </w:rPr>
              <w:t>与規程第９</w:t>
            </w:r>
            <w:r>
              <w:rPr>
                <w:rFonts w:hint="eastAsia"/>
                <w:snapToGrid w:val="0"/>
              </w:rPr>
              <w:t>条第３項の規定により、申請します。</w:t>
            </w:r>
          </w:p>
          <w:p w:rsidR="00A53AC8" w:rsidRDefault="00A53AC8" w:rsidP="00A53AC8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spacing w:line="420" w:lineRule="exact"/>
              <w:ind w:left="310" w:right="100" w:hanging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返還金総額　　　　　　　　　　　　　　　　円</w:t>
            </w:r>
          </w:p>
          <w:p w:rsidR="00A53AC8" w:rsidRDefault="00A53AC8" w:rsidP="00A53AC8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（内訳）　借用金額　　　　　　　　　　　円</w:t>
            </w:r>
          </w:p>
          <w:p w:rsidR="00A53AC8" w:rsidRDefault="00A53AC8" w:rsidP="00A53AC8">
            <w:pPr>
              <w:spacing w:line="42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利　　息　　　　　　　　　　　円</w:t>
            </w:r>
          </w:p>
          <w:p w:rsidR="00A53AC8" w:rsidRDefault="00A53AC8" w:rsidP="00A53AC8">
            <w:pPr>
              <w:spacing w:line="420" w:lineRule="exact"/>
              <w:ind w:left="100" w:right="100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310" w:right="100" w:hanging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返還済額　　　　　　　　　　　　　　　　　円</w:t>
            </w:r>
          </w:p>
          <w:p w:rsidR="00A53AC8" w:rsidRDefault="00A53AC8" w:rsidP="00A53AC8">
            <w:pPr>
              <w:ind w:left="105" w:right="105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105" w:right="105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310" w:right="100" w:hanging="210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３　変更事項</w:t>
            </w:r>
          </w:p>
        </w:tc>
      </w:tr>
      <w:tr w:rsidR="00A53AC8" w:rsidTr="00A53AC8">
        <w:trPr>
          <w:trHeight w:val="583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A53AC8" w:rsidRDefault="00A53AC8" w:rsidP="00A53AC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A53AC8" w:rsidRDefault="00A53AC8" w:rsidP="00A53AC8">
            <w:pPr>
              <w:ind w:left="80" w:right="80"/>
              <w:rPr>
                <w:rFonts w:ascii="?l?r ??fc" w:cs="Times New Roman"/>
                <w:snapToGrid w:val="0"/>
              </w:rPr>
            </w:pPr>
          </w:p>
        </w:tc>
        <w:tc>
          <w:tcPr>
            <w:tcW w:w="147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返還方法</w:t>
            </w:r>
          </w:p>
        </w:tc>
        <w:tc>
          <w:tcPr>
            <w:tcW w:w="168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返還期間</w:t>
            </w:r>
          </w:p>
        </w:tc>
        <w:tc>
          <w:tcPr>
            <w:tcW w:w="189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返還期日</w:t>
            </w:r>
          </w:p>
        </w:tc>
        <w:tc>
          <w:tcPr>
            <w:tcW w:w="147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返還額</w:t>
            </w:r>
          </w:p>
        </w:tc>
        <w:tc>
          <w:tcPr>
            <w:tcW w:w="1659" w:type="dxa"/>
            <w:tcBorders>
              <w:top w:val="nil"/>
              <w:bottom w:val="nil"/>
            </w:tcBorders>
            <w:vAlign w:val="center"/>
          </w:tcPr>
          <w:p w:rsidR="00A53AC8" w:rsidRDefault="00A53AC8" w:rsidP="00A53AC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A53AC8" w:rsidTr="00A53AC8">
        <w:trPr>
          <w:trHeight w:val="709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A53AC8" w:rsidRDefault="00A53AC8" w:rsidP="00A53AC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変更後</w:t>
            </w:r>
          </w:p>
        </w:tc>
        <w:tc>
          <w:tcPr>
            <w:tcW w:w="147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月賦・半年賦</w:t>
            </w:r>
          </w:p>
        </w:tc>
        <w:tc>
          <w:tcPr>
            <w:tcW w:w="1680" w:type="dxa"/>
            <w:vAlign w:val="center"/>
          </w:tcPr>
          <w:p w:rsidR="00A53AC8" w:rsidRDefault="00A53AC8" w:rsidP="00A53AC8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ascii="?l?r ??fc" w:hint="eastAsia"/>
                <w:snapToGrid w:val="0"/>
              </w:rPr>
              <w:t>年　　月まで</w:t>
            </w:r>
          </w:p>
        </w:tc>
        <w:tc>
          <w:tcPr>
            <w:tcW w:w="189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毎月　　　日</w:t>
            </w:r>
          </w:p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毎年　月　日</w:t>
            </w:r>
          </w:p>
        </w:tc>
        <w:tc>
          <w:tcPr>
            <w:tcW w:w="1470" w:type="dxa"/>
            <w:vAlign w:val="center"/>
          </w:tcPr>
          <w:p w:rsidR="00A53AC8" w:rsidRDefault="00A53AC8" w:rsidP="00A53AC8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円</w:t>
            </w:r>
          </w:p>
        </w:tc>
        <w:tc>
          <w:tcPr>
            <w:tcW w:w="1659" w:type="dxa"/>
            <w:tcBorders>
              <w:top w:val="nil"/>
              <w:bottom w:val="nil"/>
            </w:tcBorders>
            <w:vAlign w:val="center"/>
          </w:tcPr>
          <w:p w:rsidR="00A53AC8" w:rsidRDefault="00A53AC8" w:rsidP="00A53AC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A53AC8" w:rsidTr="00A53AC8">
        <w:trPr>
          <w:trHeight w:val="709"/>
        </w:trPr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A53AC8" w:rsidRDefault="00A53AC8" w:rsidP="00A53AC8">
            <w:pPr>
              <w:ind w:left="100" w:right="100"/>
              <w:rPr>
                <w:rFonts w:ascii="?l?r ??fc"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変更前</w:t>
            </w:r>
          </w:p>
        </w:tc>
        <w:tc>
          <w:tcPr>
            <w:tcW w:w="147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月賦・半年賦</w:t>
            </w:r>
          </w:p>
        </w:tc>
        <w:tc>
          <w:tcPr>
            <w:tcW w:w="1680" w:type="dxa"/>
            <w:vAlign w:val="center"/>
          </w:tcPr>
          <w:p w:rsidR="00A53AC8" w:rsidRDefault="00A53AC8" w:rsidP="00A53AC8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年　　月から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ascii="?l?r ??fc" w:hint="eastAsia"/>
                <w:snapToGrid w:val="0"/>
              </w:rPr>
              <w:t>年　　月まで</w:t>
            </w:r>
          </w:p>
        </w:tc>
        <w:tc>
          <w:tcPr>
            <w:tcW w:w="1890" w:type="dxa"/>
            <w:vAlign w:val="center"/>
          </w:tcPr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毎月　　　日</w:t>
            </w:r>
          </w:p>
          <w:p w:rsidR="00A53AC8" w:rsidRDefault="00A53AC8" w:rsidP="00A53AC8">
            <w:pPr>
              <w:ind w:left="80" w:right="80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毎年　月　日</w:t>
            </w:r>
          </w:p>
        </w:tc>
        <w:tc>
          <w:tcPr>
            <w:tcW w:w="1470" w:type="dxa"/>
            <w:vAlign w:val="center"/>
          </w:tcPr>
          <w:p w:rsidR="00A53AC8" w:rsidRDefault="00A53AC8" w:rsidP="00A53AC8">
            <w:pPr>
              <w:ind w:left="80" w:right="80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円</w:t>
            </w:r>
          </w:p>
        </w:tc>
        <w:tc>
          <w:tcPr>
            <w:tcW w:w="1659" w:type="dxa"/>
            <w:tcBorders>
              <w:top w:val="nil"/>
              <w:bottom w:val="nil"/>
            </w:tcBorders>
            <w:vAlign w:val="center"/>
          </w:tcPr>
          <w:p w:rsidR="00A53AC8" w:rsidRDefault="00A53AC8" w:rsidP="00A53AC8">
            <w:pPr>
              <w:ind w:left="20" w:right="20"/>
              <w:rPr>
                <w:rFonts w:ascii="?l?r ??fc" w:cs="Times New Roman"/>
                <w:snapToGrid w:val="0"/>
              </w:rPr>
            </w:pPr>
          </w:p>
        </w:tc>
      </w:tr>
      <w:tr w:rsidR="00A53AC8" w:rsidTr="00A53AC8">
        <w:trPr>
          <w:cantSplit/>
          <w:trHeight w:hRule="exact" w:val="2422"/>
        </w:trPr>
        <w:tc>
          <w:tcPr>
            <w:tcW w:w="9639" w:type="dxa"/>
            <w:gridSpan w:val="7"/>
            <w:tcBorders>
              <w:top w:val="nil"/>
            </w:tcBorders>
          </w:tcPr>
          <w:p w:rsidR="00A53AC8" w:rsidRDefault="00A53AC8" w:rsidP="00A53AC8">
            <w:pPr>
              <w:ind w:left="105" w:right="105"/>
              <w:rPr>
                <w:rFonts w:ascii="?l?r ??fc" w:cs="Times New Roman"/>
                <w:snapToGrid w:val="0"/>
              </w:rPr>
            </w:pPr>
          </w:p>
          <w:p w:rsidR="00A53AC8" w:rsidRDefault="00A53AC8" w:rsidP="00A53AC8">
            <w:pPr>
              <w:ind w:left="310" w:right="100" w:hanging="210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４　変更理由</w:t>
            </w:r>
          </w:p>
        </w:tc>
      </w:tr>
    </w:tbl>
    <w:p w:rsidR="00830728" w:rsidRPr="00A53AC8" w:rsidRDefault="00A53AC8" w:rsidP="00A53AC8">
      <w:pPr>
        <w:jc w:val="right"/>
        <w:rPr>
          <w:rFonts w:ascii="?l?r ??fc" w:cs="Times New Roman"/>
        </w:rPr>
      </w:pPr>
      <w:r>
        <w:rPr>
          <w:rFonts w:ascii="?l?r ??fc" w:cs="Times New Roman" w:hint="eastAsia"/>
        </w:rPr>
        <w:t>（様式第</w:t>
      </w:r>
      <w:r w:rsidR="005B29DB">
        <w:rPr>
          <w:rFonts w:ascii="?l?r ??fc" w:cs="Times New Roman" w:hint="eastAsia"/>
        </w:rPr>
        <w:t>６</w:t>
      </w:r>
      <w:bookmarkStart w:id="0" w:name="_GoBack"/>
      <w:bookmarkEnd w:id="0"/>
      <w:r>
        <w:rPr>
          <w:rFonts w:ascii="?l?r ??fc" w:cs="Times New Roman" w:hint="eastAsia"/>
        </w:rPr>
        <w:t>号）</w:t>
      </w:r>
    </w:p>
    <w:sectPr w:rsidR="00830728" w:rsidRPr="00A53AC8" w:rsidSect="00846196">
      <w:type w:val="continuous"/>
      <w:pgSz w:w="11906" w:h="16838" w:code="9"/>
      <w:pgMar w:top="851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558" w:rsidRDefault="00A7255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72558" w:rsidRDefault="00A7255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558" w:rsidRDefault="00A7255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72558" w:rsidRDefault="00A7255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30728"/>
    <w:rsid w:val="00091597"/>
    <w:rsid w:val="00235106"/>
    <w:rsid w:val="003A3637"/>
    <w:rsid w:val="005B29DB"/>
    <w:rsid w:val="00657C8B"/>
    <w:rsid w:val="006D2CB5"/>
    <w:rsid w:val="0073473C"/>
    <w:rsid w:val="00830728"/>
    <w:rsid w:val="00846196"/>
    <w:rsid w:val="008D415A"/>
    <w:rsid w:val="009B6F4D"/>
    <w:rsid w:val="00A53AC8"/>
    <w:rsid w:val="00A72558"/>
    <w:rsid w:val="00BD6E77"/>
    <w:rsid w:val="00CB3BD5"/>
    <w:rsid w:val="00D1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制作技術部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creator>第一法規株式会社</dc:creator>
  <cp:lastModifiedBy>administrator</cp:lastModifiedBy>
  <cp:revision>6</cp:revision>
  <cp:lastPrinted>2013-02-28T07:44:00Z</cp:lastPrinted>
  <dcterms:created xsi:type="dcterms:W3CDTF">2013-02-28T07:07:00Z</dcterms:created>
  <dcterms:modified xsi:type="dcterms:W3CDTF">2015-06-24T00:45:00Z</dcterms:modified>
</cp:coreProperties>
</file>